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51A6BA19" w:rsidR="00F862D6" w:rsidRPr="003E6B9A" w:rsidRDefault="000154CD" w:rsidP="00781DE9">
            <w:r w:rsidRPr="000154CD">
              <w:rPr>
                <w:rFonts w:ascii="Helvetica" w:hAnsi="Helvetica"/>
              </w:rPr>
              <w:t>9828/2024-SŽ-SSV-Ú3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0E8D50A1" w:rsidR="00F862D6" w:rsidRPr="003E6B9A" w:rsidRDefault="000154CD" w:rsidP="00CC1E2B">
            <w:r w:rsidRPr="000154CD">
              <w:t>3</w:t>
            </w:r>
            <w:r w:rsidR="003E6B9A" w:rsidRPr="000154CD">
              <w:t>/</w:t>
            </w:r>
            <w:r w:rsidRPr="000154CD">
              <w:t>1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550A7EEF" w:rsidR="00F862D6" w:rsidRPr="003E6B9A" w:rsidRDefault="00C67604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08AD458D" w:rsidR="009A7568" w:rsidRPr="003E6B9A" w:rsidRDefault="000154CD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49236E55" w:rsidR="009A7568" w:rsidRPr="003E6B9A" w:rsidRDefault="008642F7" w:rsidP="006104F6">
            <w:hyperlink r:id="rId11" w:history="1">
              <w:r w:rsidRPr="003920AD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8FE217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642F7">
              <w:rPr>
                <w:noProof/>
              </w:rPr>
              <w:t>9.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F7C37F4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A1A25">
        <w:rPr>
          <w:rFonts w:eastAsia="Times New Roman" w:cs="Times New Roman"/>
          <w:lang w:eastAsia="cs-CZ"/>
        </w:rPr>
        <w:t>5</w:t>
      </w:r>
    </w:p>
    <w:p w14:paraId="25C6ADAC" w14:textId="2423CC2E" w:rsidR="00CB7B5A" w:rsidRDefault="00CB7B5A" w:rsidP="000D1B29">
      <w:pPr>
        <w:spacing w:after="0" w:line="240" w:lineRule="auto"/>
        <w:ind w:left="709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0D1B29" w:rsidRPr="000D1B29">
        <w:rPr>
          <w:rFonts w:eastAsia="Calibri" w:cs="Times New Roman"/>
          <w:b/>
          <w:bCs/>
          <w:lang w:eastAsia="cs-CZ"/>
        </w:rPr>
        <w:t xml:space="preserve">„Modernizace trati Hradec Králové – Pardubice – Chrudim, 2.stavba, </w:t>
      </w:r>
      <w:proofErr w:type="spellStart"/>
      <w:r w:rsidR="000D1B29" w:rsidRPr="000D1B29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0D1B29" w:rsidRPr="000D1B29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0D1B29" w:rsidRPr="000D1B29">
        <w:rPr>
          <w:rFonts w:eastAsia="Calibri" w:cs="Times New Roman"/>
          <w:b/>
          <w:bCs/>
          <w:lang w:eastAsia="cs-CZ"/>
        </w:rPr>
        <w:t>hl.n</w:t>
      </w:r>
      <w:proofErr w:type="spellEnd"/>
      <w:r w:rsidR="000D1B29" w:rsidRPr="000D1B29">
        <w:rPr>
          <w:rFonts w:eastAsia="Calibri" w:cs="Times New Roman"/>
          <w:b/>
          <w:bCs/>
          <w:lang w:eastAsia="cs-CZ"/>
        </w:rPr>
        <w:t>.“, SO 22-78-06 ŽST Hradec Králové hl. n., demolice objektu skladu p.č.st. 231/1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10E4F4" w14:textId="77777777" w:rsidR="009A1A25" w:rsidRDefault="00BD5319" w:rsidP="009A1A2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9A1A25"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70877CFC" w14:textId="034536C8" w:rsidR="009A1A25" w:rsidRPr="009A1A25" w:rsidRDefault="009A1A25" w:rsidP="009A1A2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A1A25">
        <w:rPr>
          <w:rFonts w:eastAsia="Calibri" w:cs="Times New Roman"/>
          <w:b/>
          <w:bCs/>
          <w:lang w:eastAsia="cs-CZ"/>
        </w:rPr>
        <w:t xml:space="preserve">SO 22-78-06 ŽST Hradec Králové </w:t>
      </w:r>
      <w:proofErr w:type="spellStart"/>
      <w:r w:rsidRPr="009A1A25">
        <w:rPr>
          <w:rFonts w:eastAsia="Calibri" w:cs="Times New Roman"/>
          <w:b/>
          <w:bCs/>
          <w:lang w:eastAsia="cs-CZ"/>
        </w:rPr>
        <w:t>hl.n</w:t>
      </w:r>
      <w:proofErr w:type="spellEnd"/>
      <w:r w:rsidRPr="009A1A25">
        <w:rPr>
          <w:rFonts w:eastAsia="Calibri" w:cs="Times New Roman"/>
          <w:b/>
          <w:bCs/>
          <w:lang w:eastAsia="cs-CZ"/>
        </w:rPr>
        <w:t xml:space="preserve">., demolice objektu skladu </w:t>
      </w:r>
      <w:proofErr w:type="spellStart"/>
      <w:r w:rsidRPr="009A1A25">
        <w:rPr>
          <w:rFonts w:eastAsia="Calibri" w:cs="Times New Roman"/>
          <w:b/>
          <w:bCs/>
          <w:lang w:eastAsia="cs-CZ"/>
        </w:rPr>
        <w:t>st.p.č</w:t>
      </w:r>
      <w:proofErr w:type="spellEnd"/>
      <w:r w:rsidRPr="009A1A25">
        <w:rPr>
          <w:rFonts w:eastAsia="Calibri" w:cs="Times New Roman"/>
          <w:b/>
          <w:bCs/>
          <w:lang w:eastAsia="cs-CZ"/>
        </w:rPr>
        <w:t>. 231/1 vpravo</w:t>
      </w:r>
    </w:p>
    <w:p w14:paraId="18D2BD78" w14:textId="77777777" w:rsidR="009A1A25" w:rsidRPr="009A1A25" w:rsidRDefault="009A1A25" w:rsidP="009A1A2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1A25">
        <w:rPr>
          <w:rFonts w:eastAsia="Calibri" w:cs="Times New Roman"/>
          <w:bCs/>
          <w:lang w:eastAsia="cs-CZ"/>
        </w:rPr>
        <w:t xml:space="preserve">V položkách č. 2 a 3 výkazu výměr je počítáno se zásypem sklepních prostor po demolovaném objektu z nakupovaného materiálu, naproti tomu v technické zprávě se hovoří o tom, že k zásypu bude použit vytěžený materiál. </w:t>
      </w:r>
    </w:p>
    <w:p w14:paraId="129FF1D0" w14:textId="67BB6A0D" w:rsidR="009A1A25" w:rsidRPr="009A1A25" w:rsidRDefault="009A1A25" w:rsidP="009A1A2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1A25">
        <w:rPr>
          <w:rFonts w:eastAsia="Calibri" w:cs="Times New Roman"/>
          <w:bCs/>
          <w:lang w:eastAsia="cs-CZ"/>
        </w:rPr>
        <w:t>Žádáme zadavatele o uvedení technické zprávy a výkazu výměr do souladu</w:t>
      </w:r>
    </w:p>
    <w:p w14:paraId="7CD5F0F6" w14:textId="77777777" w:rsidR="000154CD" w:rsidRDefault="000154C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0D4A7778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210D24D" w14:textId="780676E9" w:rsidR="00781DE9" w:rsidRPr="000154CD" w:rsidRDefault="00FE6797" w:rsidP="000154C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54CD">
        <w:rPr>
          <w:rFonts w:eastAsia="Calibri" w:cs="Times New Roman"/>
          <w:bCs/>
          <w:lang w:eastAsia="cs-CZ"/>
        </w:rPr>
        <w:t xml:space="preserve">Platí </w:t>
      </w:r>
      <w:r w:rsidR="00CE561D" w:rsidRPr="000154CD">
        <w:rPr>
          <w:rFonts w:eastAsia="Calibri" w:cs="Times New Roman"/>
          <w:bCs/>
          <w:lang w:eastAsia="cs-CZ"/>
        </w:rPr>
        <w:t xml:space="preserve">položky č. 2 a 3 výkazu výměr - </w:t>
      </w:r>
      <w:r w:rsidRPr="000154CD">
        <w:rPr>
          <w:rFonts w:eastAsia="Calibri" w:cs="Times New Roman"/>
          <w:bCs/>
          <w:lang w:eastAsia="cs-CZ"/>
        </w:rPr>
        <w:t xml:space="preserve">zásyp </w:t>
      </w:r>
      <w:r w:rsidR="00AF60FA" w:rsidRPr="000154CD">
        <w:rPr>
          <w:rFonts w:eastAsia="Calibri" w:cs="Times New Roman"/>
          <w:bCs/>
          <w:lang w:eastAsia="cs-CZ"/>
        </w:rPr>
        <w:t xml:space="preserve">z nakupovaného </w:t>
      </w:r>
      <w:r w:rsidRPr="000154CD">
        <w:rPr>
          <w:rFonts w:eastAsia="Calibri" w:cs="Times New Roman"/>
          <w:bCs/>
          <w:lang w:eastAsia="cs-CZ"/>
        </w:rPr>
        <w:t>materiá</w:t>
      </w:r>
      <w:r w:rsidR="00AF60FA" w:rsidRPr="000154CD">
        <w:rPr>
          <w:rFonts w:eastAsia="Calibri" w:cs="Times New Roman"/>
          <w:bCs/>
          <w:lang w:eastAsia="cs-CZ"/>
        </w:rPr>
        <w:t>lu</w:t>
      </w:r>
      <w:r w:rsidR="004A3240" w:rsidRPr="000154CD">
        <w:rPr>
          <w:rFonts w:eastAsia="Calibri" w:cs="Times New Roman"/>
          <w:bCs/>
          <w:lang w:eastAsia="cs-CZ"/>
        </w:rPr>
        <w:t>. B</w:t>
      </w:r>
      <w:r w:rsidRPr="000154CD">
        <w:rPr>
          <w:rFonts w:eastAsia="Calibri" w:cs="Times New Roman"/>
          <w:bCs/>
          <w:lang w:eastAsia="cs-CZ"/>
        </w:rPr>
        <w:t>yla opravena TZ</w:t>
      </w:r>
      <w:r w:rsidR="004A3240" w:rsidRPr="000154CD">
        <w:rPr>
          <w:rFonts w:eastAsia="Calibri" w:cs="Times New Roman"/>
          <w:bCs/>
          <w:lang w:eastAsia="cs-CZ"/>
        </w:rPr>
        <w:t>: D_02_02_05_227806_1_001_TZ_090924.pdf</w:t>
      </w:r>
    </w:p>
    <w:p w14:paraId="4460DFBD" w14:textId="77777777" w:rsidR="009A1A25" w:rsidRDefault="009A1A2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0C7173" w14:textId="77777777" w:rsidR="004A3240" w:rsidRPr="00BD5319" w:rsidRDefault="004A324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10759434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A1A25">
        <w:rPr>
          <w:rFonts w:eastAsia="Calibri" w:cs="Times New Roman"/>
          <w:b/>
          <w:lang w:eastAsia="cs-CZ"/>
        </w:rPr>
        <w:t>11</w:t>
      </w:r>
      <w:r w:rsidRPr="00BD5319">
        <w:rPr>
          <w:rFonts w:eastAsia="Calibri" w:cs="Times New Roman"/>
          <w:b/>
          <w:lang w:eastAsia="cs-CZ"/>
        </w:rPr>
        <w:t>:</w:t>
      </w:r>
    </w:p>
    <w:p w14:paraId="617B1032" w14:textId="620097BD" w:rsidR="009A1A25" w:rsidRPr="009A1A25" w:rsidRDefault="009A1A25" w:rsidP="009A1A2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A1A25">
        <w:rPr>
          <w:rFonts w:eastAsia="Calibri" w:cs="Times New Roman"/>
          <w:b/>
          <w:bCs/>
          <w:lang w:eastAsia="cs-CZ"/>
        </w:rPr>
        <w:t xml:space="preserve">SO 22-78-06 ŽST Hradec Králové </w:t>
      </w:r>
      <w:proofErr w:type="spellStart"/>
      <w:r w:rsidRPr="009A1A25">
        <w:rPr>
          <w:rFonts w:eastAsia="Calibri" w:cs="Times New Roman"/>
          <w:b/>
          <w:bCs/>
          <w:lang w:eastAsia="cs-CZ"/>
        </w:rPr>
        <w:t>hl.n</w:t>
      </w:r>
      <w:proofErr w:type="spellEnd"/>
      <w:r w:rsidRPr="009A1A25">
        <w:rPr>
          <w:rFonts w:eastAsia="Calibri" w:cs="Times New Roman"/>
          <w:b/>
          <w:bCs/>
          <w:lang w:eastAsia="cs-CZ"/>
        </w:rPr>
        <w:t xml:space="preserve">., demolice objektu skladu </w:t>
      </w:r>
      <w:proofErr w:type="spellStart"/>
      <w:r w:rsidRPr="009A1A25">
        <w:rPr>
          <w:rFonts w:eastAsia="Calibri" w:cs="Times New Roman"/>
          <w:b/>
          <w:bCs/>
          <w:lang w:eastAsia="cs-CZ"/>
        </w:rPr>
        <w:t>st.p.č</w:t>
      </w:r>
      <w:proofErr w:type="spellEnd"/>
      <w:r w:rsidRPr="009A1A25">
        <w:rPr>
          <w:rFonts w:eastAsia="Calibri" w:cs="Times New Roman"/>
          <w:b/>
          <w:bCs/>
          <w:lang w:eastAsia="cs-CZ"/>
        </w:rPr>
        <w:t>. 231/1 vpravo</w:t>
      </w:r>
    </w:p>
    <w:p w14:paraId="492936FD" w14:textId="77777777" w:rsidR="009A1A25" w:rsidRPr="009A1A25" w:rsidRDefault="009A1A25" w:rsidP="009A1A2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1A25">
        <w:rPr>
          <w:rFonts w:eastAsia="Calibri" w:cs="Times New Roman"/>
          <w:bCs/>
          <w:lang w:eastAsia="cs-CZ"/>
        </w:rPr>
        <w:t xml:space="preserve">V technické zprávě je uvedena jako součást realizace i demolice stávajících ramp, bez uvedení bližšího rozsahu hranice bourání. Uchazeč v předloženém výkazu výměr dále nedohledal, respektive nedokázal identifikovat příslušné položky prací. </w:t>
      </w:r>
    </w:p>
    <w:p w14:paraId="70C488F9" w14:textId="4D2F662B" w:rsidR="009A1A25" w:rsidRPr="009A1A25" w:rsidRDefault="009A1A25" w:rsidP="009A1A2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1A25">
        <w:rPr>
          <w:rFonts w:eastAsia="Calibri" w:cs="Times New Roman"/>
          <w:bCs/>
          <w:lang w:eastAsia="cs-CZ"/>
        </w:rPr>
        <w:t>Žádáme zadavatele o potvrzení údajů z technické zprávy a vyčíslení předpokládaného rozsahu demolice ramp.</w:t>
      </w:r>
    </w:p>
    <w:p w14:paraId="6654AD18" w14:textId="77777777" w:rsidR="000154CD" w:rsidRDefault="000154C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3689FA50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B82926A" w14:textId="29425EA5" w:rsidR="00391603" w:rsidRPr="000154CD" w:rsidRDefault="00FE6797" w:rsidP="000154C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54CD">
        <w:rPr>
          <w:rFonts w:eastAsia="Calibri" w:cs="Times New Roman"/>
          <w:bCs/>
          <w:lang w:eastAsia="cs-CZ"/>
        </w:rPr>
        <w:t>Rozsah demolice ramp tohoto objektu byla doložena v odpovědi na dotaz č.2. Demolice ramp náležejících k objektu je součástí stanovených m3 v TZ. Ve výkazu výměr se jedná o položku 98 133.</w:t>
      </w:r>
    </w:p>
    <w:p w14:paraId="0766D0AF" w14:textId="77777777" w:rsidR="009A1A25" w:rsidRDefault="009A1A25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1FB9AC0" w14:textId="77777777" w:rsidR="009A1A25" w:rsidRDefault="009A1A25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AF893DE" w14:textId="667BCEA2" w:rsidR="009A1A25" w:rsidRPr="00BD5319" w:rsidRDefault="009A1A25" w:rsidP="009A1A2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Pr="00BD5319">
        <w:rPr>
          <w:rFonts w:eastAsia="Calibri" w:cs="Times New Roman"/>
          <w:b/>
          <w:lang w:eastAsia="cs-CZ"/>
        </w:rPr>
        <w:t>:</w:t>
      </w:r>
    </w:p>
    <w:p w14:paraId="059630BD" w14:textId="0384B695" w:rsidR="009A1A25" w:rsidRPr="009A1A25" w:rsidRDefault="009A1A25" w:rsidP="009A1A2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A1A25">
        <w:rPr>
          <w:rFonts w:eastAsia="Calibri" w:cs="Times New Roman"/>
          <w:b/>
          <w:bCs/>
          <w:lang w:eastAsia="cs-CZ"/>
        </w:rPr>
        <w:t xml:space="preserve">SO 22-78-06 ŽST Hradec Králové </w:t>
      </w:r>
      <w:proofErr w:type="spellStart"/>
      <w:r w:rsidRPr="009A1A25">
        <w:rPr>
          <w:rFonts w:eastAsia="Calibri" w:cs="Times New Roman"/>
          <w:b/>
          <w:bCs/>
          <w:lang w:eastAsia="cs-CZ"/>
        </w:rPr>
        <w:t>hl.n</w:t>
      </w:r>
      <w:proofErr w:type="spellEnd"/>
      <w:r w:rsidRPr="009A1A25">
        <w:rPr>
          <w:rFonts w:eastAsia="Calibri" w:cs="Times New Roman"/>
          <w:b/>
          <w:bCs/>
          <w:lang w:eastAsia="cs-CZ"/>
        </w:rPr>
        <w:t xml:space="preserve">., demolice objektu skladu </w:t>
      </w:r>
      <w:proofErr w:type="spellStart"/>
      <w:r w:rsidRPr="009A1A25">
        <w:rPr>
          <w:rFonts w:eastAsia="Calibri" w:cs="Times New Roman"/>
          <w:b/>
          <w:bCs/>
          <w:lang w:eastAsia="cs-CZ"/>
        </w:rPr>
        <w:t>st.p.č</w:t>
      </w:r>
      <w:proofErr w:type="spellEnd"/>
      <w:r w:rsidRPr="009A1A25">
        <w:rPr>
          <w:rFonts w:eastAsia="Calibri" w:cs="Times New Roman"/>
          <w:b/>
          <w:bCs/>
          <w:lang w:eastAsia="cs-CZ"/>
        </w:rPr>
        <w:t>. 231/1 vpravo</w:t>
      </w:r>
    </w:p>
    <w:p w14:paraId="6DD875AF" w14:textId="77777777" w:rsidR="009A1A25" w:rsidRPr="009A1A25" w:rsidRDefault="009A1A25" w:rsidP="009A1A2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1A25">
        <w:rPr>
          <w:rFonts w:eastAsia="Calibri" w:cs="Times New Roman"/>
          <w:bCs/>
          <w:lang w:eastAsia="cs-CZ"/>
        </w:rPr>
        <w:t xml:space="preserve">Uchazeč v technické části dokumentace nedohledal věcný podklad pro čerpání položky č. 4 výkazu výměr (ÚPRAVA POVRCHŮ SROVNÁNÍM ÚZEMÍ V TL DO 0,50M) v celkovém množství 12 400 m2. Dle názoru uchazeče se dle poskytnuté technické dokumentace jedná o cca čtvrtinový rozsah. </w:t>
      </w:r>
    </w:p>
    <w:p w14:paraId="7AD4867D" w14:textId="2427AF2A" w:rsidR="009A1A25" w:rsidRPr="009A1A25" w:rsidRDefault="009A1A25" w:rsidP="009A1A2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1A25">
        <w:rPr>
          <w:rFonts w:eastAsia="Calibri" w:cs="Times New Roman"/>
          <w:bCs/>
          <w:lang w:eastAsia="cs-CZ"/>
        </w:rPr>
        <w:t>Žádáme zadavatele o prověření, případně úpravu výkazu výměr.</w:t>
      </w:r>
    </w:p>
    <w:p w14:paraId="55BFDF1F" w14:textId="77777777" w:rsidR="000154CD" w:rsidRDefault="000154CD" w:rsidP="009A1A2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56DD70D" w14:textId="59817059" w:rsidR="009A1A25" w:rsidRDefault="009A1A25" w:rsidP="009A1A2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166FC05" w14:textId="0DCAB283" w:rsidR="00120BE1" w:rsidRPr="000154CD" w:rsidRDefault="00120BE1" w:rsidP="000154C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54CD">
        <w:rPr>
          <w:rFonts w:eastAsia="Calibri" w:cs="Times New Roman"/>
          <w:bCs/>
          <w:lang w:eastAsia="cs-CZ"/>
        </w:rPr>
        <w:t>Úprava povrchů byla navržena na p. p. č. st. 231/1 a p. p. č. 1889/41 k. </w:t>
      </w:r>
      <w:proofErr w:type="spellStart"/>
      <w:r w:rsidRPr="000154CD">
        <w:rPr>
          <w:rFonts w:eastAsia="Calibri" w:cs="Times New Roman"/>
          <w:bCs/>
          <w:lang w:eastAsia="cs-CZ"/>
        </w:rPr>
        <w:t>ú.</w:t>
      </w:r>
      <w:proofErr w:type="spellEnd"/>
      <w:r w:rsidRPr="000154CD">
        <w:rPr>
          <w:rFonts w:eastAsia="Calibri" w:cs="Times New Roman"/>
          <w:bCs/>
          <w:lang w:eastAsia="cs-CZ"/>
        </w:rPr>
        <w:t xml:space="preserve"> Pražské Předměstí v plném rozsahu, to je 3284 + 6432 = 9716 m2. </w:t>
      </w:r>
    </w:p>
    <w:p w14:paraId="28D7D44F" w14:textId="56A1505B" w:rsidR="009A1A25" w:rsidRPr="000154CD" w:rsidRDefault="00120BE1" w:rsidP="000154C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54CD">
        <w:rPr>
          <w:rFonts w:eastAsia="Calibri" w:cs="Times New Roman"/>
          <w:bCs/>
          <w:lang w:eastAsia="cs-CZ"/>
        </w:rPr>
        <w:lastRenderedPageBreak/>
        <w:t>Zbývajících 2684 m2 bylo navrženo na případnou úpravu dalších povrchů dotčených činnostmi spojenými s demolicí.</w:t>
      </w:r>
    </w:p>
    <w:p w14:paraId="619F5717" w14:textId="3FEC6F51" w:rsidR="009A1A25" w:rsidRPr="000154CD" w:rsidRDefault="00221B96" w:rsidP="000154C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54CD">
        <w:rPr>
          <w:rFonts w:eastAsia="Calibri" w:cs="Times New Roman"/>
          <w:bCs/>
          <w:lang w:eastAsia="cs-CZ"/>
        </w:rPr>
        <w:t>Bez úprav soupisu prací.</w:t>
      </w:r>
    </w:p>
    <w:p w14:paraId="11112C0D" w14:textId="77777777" w:rsidR="009A1A25" w:rsidRDefault="009A1A25" w:rsidP="009A1A2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34CB870" w14:textId="0DA873B4" w:rsidR="009A1A25" w:rsidRPr="00BD5319" w:rsidRDefault="009A1A25" w:rsidP="009A1A2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</w:t>
      </w:r>
      <w:r w:rsidRPr="00BD5319">
        <w:rPr>
          <w:rFonts w:eastAsia="Calibri" w:cs="Times New Roman"/>
          <w:b/>
          <w:lang w:eastAsia="cs-CZ"/>
        </w:rPr>
        <w:t>:</w:t>
      </w:r>
    </w:p>
    <w:p w14:paraId="0717B3A5" w14:textId="63EBD391" w:rsidR="009A1A25" w:rsidRPr="009A1A25" w:rsidRDefault="009A1A25" w:rsidP="009A1A25">
      <w:pPr>
        <w:spacing w:after="0" w:line="240" w:lineRule="auto"/>
        <w:rPr>
          <w:rFonts w:eastAsia="Calibri" w:cs="Times New Roman"/>
          <w:b/>
          <w:lang w:eastAsia="cs-CZ"/>
        </w:rPr>
      </w:pPr>
      <w:r w:rsidRPr="009A1A25">
        <w:rPr>
          <w:rFonts w:eastAsia="Calibri" w:cs="Times New Roman"/>
          <w:b/>
          <w:bCs/>
          <w:lang w:eastAsia="cs-CZ"/>
        </w:rPr>
        <w:t xml:space="preserve">SO 22-78-06 ŽST Hradec Králové </w:t>
      </w:r>
      <w:proofErr w:type="spellStart"/>
      <w:r w:rsidRPr="009A1A25">
        <w:rPr>
          <w:rFonts w:eastAsia="Calibri" w:cs="Times New Roman"/>
          <w:b/>
          <w:bCs/>
          <w:lang w:eastAsia="cs-CZ"/>
        </w:rPr>
        <w:t>hl.n</w:t>
      </w:r>
      <w:proofErr w:type="spellEnd"/>
      <w:r w:rsidRPr="009A1A25">
        <w:rPr>
          <w:rFonts w:eastAsia="Calibri" w:cs="Times New Roman"/>
          <w:b/>
          <w:bCs/>
          <w:lang w:eastAsia="cs-CZ"/>
        </w:rPr>
        <w:t xml:space="preserve">., demolice objektu skladu </w:t>
      </w:r>
      <w:proofErr w:type="spellStart"/>
      <w:r w:rsidRPr="009A1A25">
        <w:rPr>
          <w:rFonts w:eastAsia="Calibri" w:cs="Times New Roman"/>
          <w:b/>
          <w:bCs/>
          <w:lang w:eastAsia="cs-CZ"/>
        </w:rPr>
        <w:t>st.p.č</w:t>
      </w:r>
      <w:proofErr w:type="spellEnd"/>
      <w:r w:rsidRPr="009A1A25">
        <w:rPr>
          <w:rFonts w:eastAsia="Calibri" w:cs="Times New Roman"/>
          <w:b/>
          <w:bCs/>
          <w:lang w:eastAsia="cs-CZ"/>
        </w:rPr>
        <w:t>. 231/1 vpravo</w:t>
      </w:r>
    </w:p>
    <w:p w14:paraId="335377CA" w14:textId="77777777" w:rsidR="009A1A25" w:rsidRPr="009A1A25" w:rsidRDefault="009A1A25" w:rsidP="009A1A2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1A25">
        <w:rPr>
          <w:rFonts w:eastAsia="Calibri" w:cs="Times New Roman"/>
          <w:bCs/>
          <w:lang w:eastAsia="cs-CZ"/>
        </w:rPr>
        <w:t xml:space="preserve">Žádáme zadavatele o potvrzení našeho předpokladu, že v položce č. 1 je zahrnuto i bourání základových pasů do úrovně 50 cm pod terénem </w:t>
      </w:r>
    </w:p>
    <w:p w14:paraId="214C6241" w14:textId="77777777" w:rsidR="009A1A25" w:rsidRPr="00BD5319" w:rsidRDefault="009A1A25" w:rsidP="009A1A2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62089F" w14:textId="77777777" w:rsidR="009A1A25" w:rsidRDefault="009A1A25" w:rsidP="009A1A2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F89C4B9" w14:textId="289B9D32" w:rsidR="009A1A25" w:rsidRPr="000154CD" w:rsidRDefault="00FE6797" w:rsidP="009A1A25">
      <w:pPr>
        <w:spacing w:after="0" w:line="240" w:lineRule="auto"/>
        <w:rPr>
          <w:rFonts w:eastAsia="Calibri" w:cs="Times New Roman"/>
          <w:bCs/>
          <w:lang w:eastAsia="cs-CZ"/>
        </w:rPr>
      </w:pPr>
      <w:r w:rsidRPr="000154CD">
        <w:rPr>
          <w:rFonts w:eastAsia="Calibri" w:cs="Times New Roman"/>
          <w:bCs/>
          <w:lang w:eastAsia="cs-CZ"/>
        </w:rPr>
        <w:t>Ano v položce je zahrnuto i bourání základových pasů</w:t>
      </w:r>
      <w:r w:rsidR="00CE561D" w:rsidRPr="000154CD">
        <w:rPr>
          <w:rFonts w:eastAsia="Calibri" w:cs="Times New Roman"/>
          <w:bCs/>
          <w:lang w:eastAsia="cs-CZ"/>
        </w:rPr>
        <w:t xml:space="preserve"> do úrovně 50 cm pod terén</w:t>
      </w:r>
      <w:r w:rsidRPr="000154CD">
        <w:rPr>
          <w:rFonts w:eastAsia="Calibri" w:cs="Times New Roman"/>
          <w:bCs/>
          <w:lang w:eastAsia="cs-CZ"/>
        </w:rPr>
        <w:t>.</w:t>
      </w:r>
    </w:p>
    <w:p w14:paraId="1E697916" w14:textId="77777777" w:rsidR="009A1A25" w:rsidRDefault="009A1A25" w:rsidP="009A1A2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2AA1505" w14:textId="77777777" w:rsidR="009A1A25" w:rsidRDefault="009A1A25" w:rsidP="009A1A2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37FB42B" w14:textId="42485ACA" w:rsidR="009A1A25" w:rsidRPr="00BD5319" w:rsidRDefault="009A1A25" w:rsidP="009A1A2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Pr="00BD5319">
        <w:rPr>
          <w:rFonts w:eastAsia="Calibri" w:cs="Times New Roman"/>
          <w:b/>
          <w:lang w:eastAsia="cs-CZ"/>
        </w:rPr>
        <w:t>:</w:t>
      </w:r>
    </w:p>
    <w:p w14:paraId="796984CE" w14:textId="479F19A8" w:rsidR="009A1A25" w:rsidRPr="009A1A25" w:rsidRDefault="009A1A25" w:rsidP="009A1A2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A1A25">
        <w:rPr>
          <w:rFonts w:eastAsia="Calibri" w:cs="Times New Roman"/>
          <w:b/>
          <w:bCs/>
          <w:lang w:eastAsia="cs-CZ"/>
        </w:rPr>
        <w:t xml:space="preserve">SO 22-78-06 ŽST Hradec Králové </w:t>
      </w:r>
      <w:proofErr w:type="spellStart"/>
      <w:r w:rsidRPr="009A1A25">
        <w:rPr>
          <w:rFonts w:eastAsia="Calibri" w:cs="Times New Roman"/>
          <w:b/>
          <w:bCs/>
          <w:lang w:eastAsia="cs-CZ"/>
        </w:rPr>
        <w:t>hl.n</w:t>
      </w:r>
      <w:proofErr w:type="spellEnd"/>
      <w:r w:rsidRPr="009A1A25">
        <w:rPr>
          <w:rFonts w:eastAsia="Calibri" w:cs="Times New Roman"/>
          <w:b/>
          <w:bCs/>
          <w:lang w:eastAsia="cs-CZ"/>
        </w:rPr>
        <w:t xml:space="preserve">., demolice objektu skladu </w:t>
      </w:r>
      <w:proofErr w:type="spellStart"/>
      <w:r w:rsidRPr="009A1A25">
        <w:rPr>
          <w:rFonts w:eastAsia="Calibri" w:cs="Times New Roman"/>
          <w:b/>
          <w:bCs/>
          <w:lang w:eastAsia="cs-CZ"/>
        </w:rPr>
        <w:t>st.p.č</w:t>
      </w:r>
      <w:proofErr w:type="spellEnd"/>
      <w:r w:rsidRPr="009A1A25">
        <w:rPr>
          <w:rFonts w:eastAsia="Calibri" w:cs="Times New Roman"/>
          <w:b/>
          <w:bCs/>
          <w:lang w:eastAsia="cs-CZ"/>
        </w:rPr>
        <w:t>. 231/1 vpravo</w:t>
      </w:r>
    </w:p>
    <w:p w14:paraId="6018BD15" w14:textId="00089599" w:rsidR="009A1A25" w:rsidRPr="009A1A25" w:rsidRDefault="009A1A25" w:rsidP="009A1A2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1A25">
        <w:rPr>
          <w:rFonts w:eastAsia="Calibri" w:cs="Times New Roman"/>
          <w:bCs/>
          <w:lang w:eastAsia="cs-CZ"/>
        </w:rPr>
        <w:t>V technické zprávě je zmiňováno bez bližší specifikaci osetí některých ploch, ve výkazu výměr však ta</w:t>
      </w:r>
      <w:r w:rsidR="00CE561D">
        <w:rPr>
          <w:rFonts w:eastAsia="Calibri" w:cs="Times New Roman"/>
          <w:bCs/>
          <w:lang w:eastAsia="cs-CZ"/>
        </w:rPr>
        <w:t>t</w:t>
      </w:r>
      <w:r w:rsidRPr="009A1A25">
        <w:rPr>
          <w:rFonts w:eastAsia="Calibri" w:cs="Times New Roman"/>
          <w:bCs/>
          <w:lang w:eastAsia="cs-CZ"/>
        </w:rPr>
        <w:t xml:space="preserve">o položka chybí. </w:t>
      </w:r>
    </w:p>
    <w:p w14:paraId="02800B10" w14:textId="301ABE59" w:rsidR="009A1A25" w:rsidRPr="009A1A25" w:rsidRDefault="009A1A25" w:rsidP="009A1A2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1A25">
        <w:rPr>
          <w:rFonts w:eastAsia="Calibri" w:cs="Times New Roman"/>
          <w:bCs/>
          <w:lang w:eastAsia="cs-CZ"/>
        </w:rPr>
        <w:t>Žádáme zadavatele o upřesnění požadovaného množství a případnou úpravu výkazu výměr</w:t>
      </w:r>
    </w:p>
    <w:p w14:paraId="66F640F3" w14:textId="77777777" w:rsidR="000154CD" w:rsidRDefault="000154CD" w:rsidP="009A1A2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F40859" w14:textId="3CDF8B78" w:rsidR="009A1A25" w:rsidRDefault="009A1A25" w:rsidP="009A1A2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0CC42A1" w14:textId="1B3D226C" w:rsidR="00FE6797" w:rsidRPr="000154CD" w:rsidRDefault="00FE6797" w:rsidP="000154C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54CD">
        <w:rPr>
          <w:rFonts w:eastAsia="Calibri" w:cs="Times New Roman"/>
          <w:bCs/>
          <w:lang w:eastAsia="cs-CZ"/>
        </w:rPr>
        <w:t xml:space="preserve">Osetí ploch </w:t>
      </w:r>
      <w:r w:rsidR="004A3240" w:rsidRPr="000154CD">
        <w:rPr>
          <w:rFonts w:eastAsia="Calibri" w:cs="Times New Roman"/>
          <w:bCs/>
          <w:lang w:eastAsia="cs-CZ"/>
        </w:rPr>
        <w:t xml:space="preserve">nebude předmětem SO </w:t>
      </w:r>
      <w:r w:rsidR="00CE561D" w:rsidRPr="000154CD">
        <w:rPr>
          <w:rFonts w:eastAsia="Calibri" w:cs="Times New Roman"/>
          <w:bCs/>
          <w:lang w:eastAsia="cs-CZ"/>
        </w:rPr>
        <w:t xml:space="preserve">22-78-06 </w:t>
      </w:r>
      <w:r w:rsidR="004A3240" w:rsidRPr="000154CD">
        <w:rPr>
          <w:rFonts w:eastAsia="Calibri" w:cs="Times New Roman"/>
          <w:bCs/>
          <w:lang w:eastAsia="cs-CZ"/>
        </w:rPr>
        <w:t>demolice. U</w:t>
      </w:r>
      <w:r w:rsidRPr="000154CD">
        <w:rPr>
          <w:rFonts w:eastAsia="Calibri" w:cs="Times New Roman"/>
          <w:bCs/>
          <w:lang w:eastAsia="cs-CZ"/>
        </w:rPr>
        <w:t>pravena TZ</w:t>
      </w:r>
      <w:r w:rsidR="004A3240" w:rsidRPr="000154CD">
        <w:rPr>
          <w:rFonts w:eastAsia="Calibri" w:cs="Times New Roman"/>
          <w:bCs/>
          <w:lang w:eastAsia="cs-CZ"/>
        </w:rPr>
        <w:t>: D_02_02_05_227806_1_001_TZ_090924.pdf</w:t>
      </w:r>
    </w:p>
    <w:p w14:paraId="566ECB72" w14:textId="3724DB74" w:rsidR="009A1A25" w:rsidRDefault="009A1A25" w:rsidP="009A1A2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B41E977" w14:textId="77777777" w:rsidR="009A1A25" w:rsidRDefault="009A1A25" w:rsidP="009A1A2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A5E274A" w14:textId="7D5D9512" w:rsidR="009A1A25" w:rsidRPr="00BD5319" w:rsidRDefault="009A1A25" w:rsidP="009A1A2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</w:t>
      </w:r>
      <w:r w:rsidRPr="00BD5319">
        <w:rPr>
          <w:rFonts w:eastAsia="Calibri" w:cs="Times New Roman"/>
          <w:b/>
          <w:lang w:eastAsia="cs-CZ"/>
        </w:rPr>
        <w:t>:</w:t>
      </w:r>
    </w:p>
    <w:p w14:paraId="37482F71" w14:textId="0555A80A" w:rsidR="009A1A25" w:rsidRPr="009A1A25" w:rsidRDefault="009A1A25" w:rsidP="009A1A2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A1A25">
        <w:rPr>
          <w:rFonts w:eastAsia="Calibri" w:cs="Times New Roman"/>
          <w:b/>
          <w:bCs/>
          <w:lang w:eastAsia="cs-CZ"/>
        </w:rPr>
        <w:t xml:space="preserve">SO 22-78-06 ŽST Hradec Králové </w:t>
      </w:r>
      <w:proofErr w:type="spellStart"/>
      <w:r w:rsidRPr="009A1A25">
        <w:rPr>
          <w:rFonts w:eastAsia="Calibri" w:cs="Times New Roman"/>
          <w:b/>
          <w:bCs/>
          <w:lang w:eastAsia="cs-CZ"/>
        </w:rPr>
        <w:t>hl.n</w:t>
      </w:r>
      <w:proofErr w:type="spellEnd"/>
      <w:r w:rsidRPr="009A1A25">
        <w:rPr>
          <w:rFonts w:eastAsia="Calibri" w:cs="Times New Roman"/>
          <w:b/>
          <w:bCs/>
          <w:lang w:eastAsia="cs-CZ"/>
        </w:rPr>
        <w:t xml:space="preserve">., demolice objektu skladu </w:t>
      </w:r>
      <w:proofErr w:type="spellStart"/>
      <w:r w:rsidRPr="009A1A25">
        <w:rPr>
          <w:rFonts w:eastAsia="Calibri" w:cs="Times New Roman"/>
          <w:b/>
          <w:bCs/>
          <w:lang w:eastAsia="cs-CZ"/>
        </w:rPr>
        <w:t>st.p.č</w:t>
      </w:r>
      <w:proofErr w:type="spellEnd"/>
      <w:r w:rsidRPr="009A1A25">
        <w:rPr>
          <w:rFonts w:eastAsia="Calibri" w:cs="Times New Roman"/>
          <w:b/>
          <w:bCs/>
          <w:lang w:eastAsia="cs-CZ"/>
        </w:rPr>
        <w:t>. 231/1 vpravo</w:t>
      </w:r>
    </w:p>
    <w:p w14:paraId="6750CBEE" w14:textId="77777777" w:rsidR="009A1A25" w:rsidRPr="009A1A25" w:rsidRDefault="009A1A25" w:rsidP="009A1A2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1A25">
        <w:rPr>
          <w:rFonts w:eastAsia="Calibri" w:cs="Times New Roman"/>
          <w:bCs/>
          <w:lang w:eastAsia="cs-CZ"/>
        </w:rPr>
        <w:t xml:space="preserve">Položka č. 12 řeší likvidaci sypaného materiálu z nástupišť – kód odpadu 17 15 04 v objemu </w:t>
      </w:r>
    </w:p>
    <w:p w14:paraId="21AC470C" w14:textId="77777777" w:rsidR="009A1A25" w:rsidRPr="009A1A25" w:rsidRDefault="009A1A25" w:rsidP="009A1A2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1A25">
        <w:rPr>
          <w:rFonts w:eastAsia="Calibri" w:cs="Times New Roman"/>
          <w:bCs/>
          <w:lang w:eastAsia="cs-CZ"/>
        </w:rPr>
        <w:t xml:space="preserve">7 425 tun. V technické části dokumentace ani v ostatních položkách výkazu výměr (např. odtěžení obdobného objemu sypaniny) nenašel uchazeč pro tuto položku oporu. </w:t>
      </w:r>
    </w:p>
    <w:p w14:paraId="7B6DCA4E" w14:textId="692E6C2D" w:rsidR="009A1A25" w:rsidRPr="009A1A25" w:rsidRDefault="009A1A25" w:rsidP="009A1A2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1A25">
        <w:rPr>
          <w:rFonts w:eastAsia="Calibri" w:cs="Times New Roman"/>
          <w:bCs/>
          <w:lang w:eastAsia="cs-CZ"/>
        </w:rPr>
        <w:t>Žádáme zadavatele o prověření reálné potřeby této položky v požadovaném objemu, případně o úpravu výkazu výměr.</w:t>
      </w:r>
    </w:p>
    <w:p w14:paraId="33E03F74" w14:textId="77777777" w:rsidR="000154CD" w:rsidRDefault="000154CD" w:rsidP="009A1A2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448AAE1" w14:textId="102699A0" w:rsidR="009A1A25" w:rsidRDefault="009A1A25" w:rsidP="009A1A2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C3C8F9C" w14:textId="36B64A83" w:rsidR="009A1A25" w:rsidRPr="000154CD" w:rsidRDefault="00FE6797" w:rsidP="000154C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54CD">
        <w:rPr>
          <w:rFonts w:eastAsia="Calibri" w:cs="Times New Roman"/>
          <w:bCs/>
          <w:lang w:eastAsia="cs-CZ"/>
        </w:rPr>
        <w:t xml:space="preserve">Položka se vztahuje </w:t>
      </w:r>
      <w:r w:rsidR="004A3240" w:rsidRPr="000154CD">
        <w:rPr>
          <w:rFonts w:eastAsia="Calibri" w:cs="Times New Roman"/>
          <w:bCs/>
          <w:lang w:eastAsia="cs-CZ"/>
        </w:rPr>
        <w:t>n</w:t>
      </w:r>
      <w:r w:rsidRPr="000154CD">
        <w:rPr>
          <w:rFonts w:eastAsia="Calibri" w:cs="Times New Roman"/>
          <w:bCs/>
          <w:lang w:eastAsia="cs-CZ"/>
        </w:rPr>
        <w:t>a vnitřní výplň v rampách, kdy je předpoklád</w:t>
      </w:r>
      <w:r w:rsidR="004A3240" w:rsidRPr="000154CD">
        <w:rPr>
          <w:rFonts w:eastAsia="Calibri" w:cs="Times New Roman"/>
          <w:bCs/>
          <w:lang w:eastAsia="cs-CZ"/>
        </w:rPr>
        <w:t>á</w:t>
      </w:r>
      <w:r w:rsidRPr="000154CD">
        <w:rPr>
          <w:rFonts w:eastAsia="Calibri" w:cs="Times New Roman"/>
          <w:bCs/>
          <w:lang w:eastAsia="cs-CZ"/>
        </w:rPr>
        <w:t>no, že se jedná o</w:t>
      </w:r>
      <w:r w:rsidR="004A3240" w:rsidRPr="000154CD">
        <w:rPr>
          <w:rFonts w:eastAsia="Calibri" w:cs="Times New Roman"/>
          <w:bCs/>
          <w:lang w:eastAsia="cs-CZ"/>
        </w:rPr>
        <w:t> </w:t>
      </w:r>
      <w:r w:rsidRPr="000154CD">
        <w:rPr>
          <w:rFonts w:eastAsia="Calibri" w:cs="Times New Roman"/>
          <w:bCs/>
          <w:lang w:eastAsia="cs-CZ"/>
        </w:rPr>
        <w:t>násyp obdobný násypu nástupišť.</w:t>
      </w:r>
    </w:p>
    <w:p w14:paraId="7ED36327" w14:textId="77777777" w:rsidR="009A1A25" w:rsidRDefault="009A1A25" w:rsidP="009A1A2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E65463E" w14:textId="77777777" w:rsidR="009A1A25" w:rsidRDefault="009A1A25" w:rsidP="009A1A2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FC32B20" w14:textId="757BE97E" w:rsidR="009A1A25" w:rsidRPr="00BD5319" w:rsidRDefault="009A1A25" w:rsidP="009A1A2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</w:t>
      </w:r>
      <w:r w:rsidRPr="00BD5319">
        <w:rPr>
          <w:rFonts w:eastAsia="Calibri" w:cs="Times New Roman"/>
          <w:b/>
          <w:lang w:eastAsia="cs-CZ"/>
        </w:rPr>
        <w:t>:</w:t>
      </w:r>
    </w:p>
    <w:p w14:paraId="46436FA5" w14:textId="29688839" w:rsidR="009A1A25" w:rsidRPr="009A1A25" w:rsidRDefault="009A1A25" w:rsidP="009A1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A1A25">
        <w:rPr>
          <w:rFonts w:eastAsia="Calibri" w:cs="Times New Roman"/>
          <w:b/>
          <w:bCs/>
          <w:lang w:eastAsia="cs-CZ"/>
        </w:rPr>
        <w:t xml:space="preserve">SO 98-98 Všeobecný objekt </w:t>
      </w:r>
    </w:p>
    <w:p w14:paraId="4D5A2E23" w14:textId="2437AFE4" w:rsidR="009A1A25" w:rsidRPr="000154CD" w:rsidRDefault="009A1A25" w:rsidP="000154C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1A25">
        <w:rPr>
          <w:rFonts w:eastAsia="Calibri" w:cs="Times New Roman"/>
          <w:bCs/>
          <w:lang w:eastAsia="cs-CZ"/>
        </w:rPr>
        <w:t xml:space="preserve">V položce č. 2 Bezpečnostní zábrany při zvýšeném provozu žel. dopravy jsou specifikovány časové množstevní požadavky na osazení zábran. Může zadavatel upřesnit bližší specifikaci navržených zábran (typ. rozměr, použitý materiál)? </w:t>
      </w:r>
    </w:p>
    <w:p w14:paraId="3D6D2A61" w14:textId="77777777" w:rsidR="000154CD" w:rsidRDefault="000154CD" w:rsidP="009A1A2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A8C172" w14:textId="3CEF250D" w:rsidR="009A1A25" w:rsidRDefault="009A1A25" w:rsidP="009A1A2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CD9EF6E" w14:textId="68FEC66C" w:rsidR="009A1A25" w:rsidRPr="000154CD" w:rsidRDefault="0080097A" w:rsidP="009A1A25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0154CD">
        <w:rPr>
          <w:rFonts w:eastAsia="Calibri" w:cs="Times New Roman"/>
          <w:bCs/>
          <w:lang w:eastAsia="cs-CZ"/>
        </w:rPr>
        <w:t xml:space="preserve">Výrobky schválené pro použití na železniční dopravní cestě jsou uvedené na webových stránkách zadavatele </w:t>
      </w:r>
      <w:hyperlink r:id="rId12" w:history="1">
        <w:r w:rsidRPr="000154CD">
          <w:rPr>
            <w:rStyle w:val="Hypertextovodkaz"/>
            <w:rFonts w:eastAsia="Calibri" w:cs="Times New Roman"/>
            <w:bCs/>
            <w:lang w:eastAsia="cs-CZ"/>
          </w:rPr>
          <w:t>https://www.spravazeleznic.cz/dodavatele-odberatele/technicke-pozadavky-na-vyrobky-zarizeni-a-technologie-pro-zdc/varovne-systemy</w:t>
        </w:r>
      </w:hyperlink>
      <w:r w:rsidR="000154CD" w:rsidRPr="000154CD">
        <w:rPr>
          <w:rFonts w:eastAsia="Calibri" w:cs="Times New Roman"/>
          <w:bCs/>
          <w:lang w:eastAsia="cs-CZ"/>
        </w:rPr>
        <w:t>.</w:t>
      </w:r>
    </w:p>
    <w:p w14:paraId="1BC458A3" w14:textId="77777777" w:rsidR="0037433F" w:rsidRDefault="0037433F" w:rsidP="009A1A2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66BA887" w14:textId="77777777" w:rsidR="009D069E" w:rsidRDefault="009D069E" w:rsidP="009A1A2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D18FC5" w14:textId="77777777" w:rsidR="009D069E" w:rsidRPr="000154CD" w:rsidRDefault="009D069E" w:rsidP="009D069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154CD">
        <w:rPr>
          <w:rFonts w:eastAsia="Calibri" w:cs="Times New Roman"/>
          <w:b/>
          <w:bCs/>
          <w:lang w:eastAsia="cs-CZ"/>
        </w:rPr>
        <w:t xml:space="preserve">Příloha: </w:t>
      </w:r>
      <w:r w:rsidRPr="000154CD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154CD">
        <w:rPr>
          <w:rFonts w:eastAsia="Calibri" w:cs="Times New Roman"/>
          <w:bCs/>
          <w:lang w:eastAsia="cs-CZ"/>
        </w:rPr>
        <w:instrText xml:space="preserve"> FORMTEXT </w:instrText>
      </w:r>
      <w:r w:rsidRPr="000154CD">
        <w:rPr>
          <w:rFonts w:eastAsia="Calibri" w:cs="Times New Roman"/>
          <w:bCs/>
          <w:lang w:eastAsia="cs-CZ"/>
        </w:rPr>
      </w:r>
      <w:r w:rsidRPr="000154CD">
        <w:rPr>
          <w:rFonts w:eastAsia="Calibri" w:cs="Times New Roman"/>
          <w:bCs/>
          <w:lang w:eastAsia="cs-CZ"/>
        </w:rPr>
        <w:fldChar w:fldCharType="separate"/>
      </w:r>
      <w:r w:rsidRPr="000154CD">
        <w:rPr>
          <w:rFonts w:eastAsia="Calibri" w:cs="Times New Roman"/>
          <w:bCs/>
          <w:noProof/>
          <w:lang w:eastAsia="cs-CZ"/>
        </w:rPr>
        <w:t> </w:t>
      </w:r>
      <w:r w:rsidRPr="000154CD">
        <w:rPr>
          <w:rFonts w:eastAsia="Calibri" w:cs="Times New Roman"/>
          <w:bCs/>
          <w:noProof/>
          <w:lang w:eastAsia="cs-CZ"/>
        </w:rPr>
        <w:t> </w:t>
      </w:r>
      <w:r w:rsidRPr="000154CD">
        <w:rPr>
          <w:rFonts w:eastAsia="Calibri" w:cs="Times New Roman"/>
          <w:bCs/>
          <w:noProof/>
          <w:lang w:eastAsia="cs-CZ"/>
        </w:rPr>
        <w:t> </w:t>
      </w:r>
      <w:r w:rsidRPr="000154CD">
        <w:rPr>
          <w:rFonts w:eastAsia="Calibri" w:cs="Times New Roman"/>
          <w:bCs/>
          <w:noProof/>
          <w:lang w:eastAsia="cs-CZ"/>
        </w:rPr>
        <w:t> </w:t>
      </w:r>
      <w:r w:rsidRPr="000154CD">
        <w:rPr>
          <w:rFonts w:eastAsia="Calibri" w:cs="Times New Roman"/>
          <w:bCs/>
          <w:noProof/>
          <w:lang w:eastAsia="cs-CZ"/>
        </w:rPr>
        <w:t> </w:t>
      </w:r>
      <w:r w:rsidRPr="000154CD">
        <w:rPr>
          <w:rFonts w:eastAsia="Calibri" w:cs="Times New Roman"/>
          <w:bCs/>
          <w:lang w:eastAsia="cs-CZ"/>
        </w:rPr>
        <w:fldChar w:fldCharType="end"/>
      </w:r>
    </w:p>
    <w:p w14:paraId="37DA53E7" w14:textId="7B856403" w:rsidR="009D069E" w:rsidRDefault="009D069E" w:rsidP="009D069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0154CD">
        <w:rPr>
          <w:rFonts w:eastAsia="Calibri" w:cs="Times New Roman"/>
          <w:lang w:eastAsia="cs-CZ"/>
        </w:rPr>
        <w:t>D_02_02_05_227806_1_001_TZ_090924.pdf</w:t>
      </w:r>
    </w:p>
    <w:p w14:paraId="63CD183F" w14:textId="77777777" w:rsidR="0037433F" w:rsidRDefault="0037433F" w:rsidP="009A1A2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919C396" w14:textId="77777777" w:rsidR="009D069E" w:rsidRDefault="009D069E" w:rsidP="000154C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0B023FD" w14:textId="74D70CFA" w:rsidR="00664163" w:rsidRPr="00C87717" w:rsidRDefault="00664163" w:rsidP="000154C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14D1C3F" w14:textId="77777777" w:rsidR="007F626E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4EBA550E" w14:textId="77777777" w:rsidR="009D069E" w:rsidRPr="00BD5319" w:rsidRDefault="009D069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1FC6668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77777777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F134EEE" w14:textId="77777777" w:rsidR="000154CD" w:rsidRDefault="000154CD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37122CD" w14:textId="77777777" w:rsidR="000154CD" w:rsidRDefault="000154CD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1FC1E85" w14:textId="4868BAE7" w:rsidR="00664163" w:rsidRPr="000154C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EAB1FB" w14:textId="77777777" w:rsidR="000154CD" w:rsidRDefault="000154C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A8C1ABD" w:rsidR="00664163" w:rsidRPr="000154C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154CD">
        <w:rPr>
          <w:rFonts w:eastAsia="Calibri" w:cs="Times New Roman"/>
          <w:lang w:eastAsia="cs-CZ"/>
        </w:rPr>
        <w:t xml:space="preserve">V Olomouci dne </w:t>
      </w:r>
      <w:r w:rsidR="000154CD" w:rsidRPr="000154CD">
        <w:rPr>
          <w:rFonts w:eastAsia="Calibri" w:cs="Times New Roman"/>
          <w:lang w:eastAsia="cs-CZ"/>
        </w:rPr>
        <w:t>9.9.2024</w:t>
      </w:r>
    </w:p>
    <w:p w14:paraId="6F75BA64" w14:textId="77777777" w:rsidR="00664163" w:rsidRPr="000154C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0154C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0154C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0154C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0154CD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154CD">
        <w:rPr>
          <w:rFonts w:eastAsia="Times New Roman" w:cs="Times New Roman"/>
          <w:b/>
          <w:bCs/>
          <w:lang w:eastAsia="cs-CZ"/>
        </w:rPr>
        <w:t>Ing. Miroslav Bocák</w:t>
      </w:r>
      <w:r w:rsidRPr="000154CD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0154C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154CD">
        <w:rPr>
          <w:rFonts w:eastAsia="Times New Roman" w:cs="Times New Roman"/>
          <w:lang w:eastAsia="cs-CZ"/>
        </w:rPr>
        <w:t>ředitel organizační jednotky</w:t>
      </w:r>
      <w:r w:rsidRPr="000154CD">
        <w:rPr>
          <w:rFonts w:eastAsia="Times New Roman" w:cs="Times New Roman"/>
          <w:lang w:eastAsia="cs-CZ"/>
        </w:rPr>
        <w:tab/>
      </w:r>
    </w:p>
    <w:p w14:paraId="5DEDC136" w14:textId="77777777" w:rsidR="00664163" w:rsidRPr="000154C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154CD">
        <w:rPr>
          <w:rFonts w:eastAsia="Times New Roman" w:cs="Times New Roman"/>
          <w:lang w:eastAsia="cs-CZ"/>
        </w:rPr>
        <w:t>Stavební správa východ</w:t>
      </w:r>
    </w:p>
    <w:p w14:paraId="7F35AFFF" w14:textId="315874D3" w:rsidR="00BD5319" w:rsidRPr="000154CD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0154CD">
        <w:rPr>
          <w:rFonts w:eastAsia="Times New Roman" w:cs="Times New Roman"/>
          <w:lang w:eastAsia="cs-CZ"/>
        </w:rPr>
        <w:t>Správa železnic, státní organizace</w:t>
      </w: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BBC2A" w14:textId="77777777" w:rsidR="00D250E4" w:rsidRDefault="00D250E4" w:rsidP="00962258">
      <w:pPr>
        <w:spacing w:after="0" w:line="240" w:lineRule="auto"/>
      </w:pPr>
      <w:r>
        <w:separator/>
      </w:r>
    </w:p>
  </w:endnote>
  <w:endnote w:type="continuationSeparator" w:id="0">
    <w:p w14:paraId="55C03322" w14:textId="77777777" w:rsidR="00D250E4" w:rsidRDefault="00D250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97984" w14:textId="77777777" w:rsidR="0037433F" w:rsidRDefault="003743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1F14B39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1B9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1B9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4944E16B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1B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1B9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B99AD" w14:textId="77777777" w:rsidR="00D250E4" w:rsidRDefault="00D250E4" w:rsidP="00962258">
      <w:pPr>
        <w:spacing w:after="0" w:line="240" w:lineRule="auto"/>
      </w:pPr>
      <w:r>
        <w:separator/>
      </w:r>
    </w:p>
  </w:footnote>
  <w:footnote w:type="continuationSeparator" w:id="0">
    <w:p w14:paraId="279A100F" w14:textId="77777777" w:rsidR="00D250E4" w:rsidRDefault="00D250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44B26" w14:textId="77777777" w:rsidR="0037433F" w:rsidRDefault="003743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805388247">
    <w:abstractNumId w:val="2"/>
  </w:num>
  <w:num w:numId="2" w16cid:durableId="884875459">
    <w:abstractNumId w:val="1"/>
  </w:num>
  <w:num w:numId="3" w16cid:durableId="1718309896">
    <w:abstractNumId w:val="3"/>
  </w:num>
  <w:num w:numId="4" w16cid:durableId="952398247">
    <w:abstractNumId w:val="6"/>
  </w:num>
  <w:num w:numId="5" w16cid:durableId="1959989912">
    <w:abstractNumId w:val="0"/>
  </w:num>
  <w:num w:numId="6" w16cid:durableId="1564874222">
    <w:abstractNumId w:val="5"/>
  </w:num>
  <w:num w:numId="7" w16cid:durableId="3454475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54CD"/>
    <w:rsid w:val="00033432"/>
    <w:rsid w:val="000335CC"/>
    <w:rsid w:val="00034EC4"/>
    <w:rsid w:val="00066116"/>
    <w:rsid w:val="00072C1E"/>
    <w:rsid w:val="000756E6"/>
    <w:rsid w:val="000B3A82"/>
    <w:rsid w:val="000B6C7E"/>
    <w:rsid w:val="000B7907"/>
    <w:rsid w:val="000C0429"/>
    <w:rsid w:val="000C45E8"/>
    <w:rsid w:val="000D1B29"/>
    <w:rsid w:val="00114472"/>
    <w:rsid w:val="00120BE1"/>
    <w:rsid w:val="001267E4"/>
    <w:rsid w:val="00170EC5"/>
    <w:rsid w:val="001747C1"/>
    <w:rsid w:val="0018596A"/>
    <w:rsid w:val="001B69C2"/>
    <w:rsid w:val="001C4DA0"/>
    <w:rsid w:val="00207DF5"/>
    <w:rsid w:val="00221B96"/>
    <w:rsid w:val="00267369"/>
    <w:rsid w:val="0026785D"/>
    <w:rsid w:val="00273CE2"/>
    <w:rsid w:val="00296D39"/>
    <w:rsid w:val="002A59FE"/>
    <w:rsid w:val="002C31BF"/>
    <w:rsid w:val="002C4B23"/>
    <w:rsid w:val="002E0CD7"/>
    <w:rsid w:val="002F026B"/>
    <w:rsid w:val="0030456C"/>
    <w:rsid w:val="00320D00"/>
    <w:rsid w:val="00331854"/>
    <w:rsid w:val="00335122"/>
    <w:rsid w:val="00335732"/>
    <w:rsid w:val="00357BC6"/>
    <w:rsid w:val="0037111D"/>
    <w:rsid w:val="0037433F"/>
    <w:rsid w:val="003756B9"/>
    <w:rsid w:val="00391603"/>
    <w:rsid w:val="003956C6"/>
    <w:rsid w:val="003C3580"/>
    <w:rsid w:val="003E6B9A"/>
    <w:rsid w:val="003E75CE"/>
    <w:rsid w:val="0041380F"/>
    <w:rsid w:val="00450F07"/>
    <w:rsid w:val="00453CD3"/>
    <w:rsid w:val="00455BC7"/>
    <w:rsid w:val="00460660"/>
    <w:rsid w:val="00460CCB"/>
    <w:rsid w:val="00465042"/>
    <w:rsid w:val="00471399"/>
    <w:rsid w:val="00477370"/>
    <w:rsid w:val="00486107"/>
    <w:rsid w:val="00491827"/>
    <w:rsid w:val="004926B0"/>
    <w:rsid w:val="004A0F75"/>
    <w:rsid w:val="004A3240"/>
    <w:rsid w:val="004A7C69"/>
    <w:rsid w:val="004C4399"/>
    <w:rsid w:val="004C693D"/>
    <w:rsid w:val="004C69ED"/>
    <w:rsid w:val="004C787C"/>
    <w:rsid w:val="004F4B9B"/>
    <w:rsid w:val="00501654"/>
    <w:rsid w:val="00511AB9"/>
    <w:rsid w:val="00512EDD"/>
    <w:rsid w:val="00523EA7"/>
    <w:rsid w:val="00542527"/>
    <w:rsid w:val="00551D1F"/>
    <w:rsid w:val="00553154"/>
    <w:rsid w:val="00553375"/>
    <w:rsid w:val="005644EF"/>
    <w:rsid w:val="005658A6"/>
    <w:rsid w:val="005703E3"/>
    <w:rsid w:val="005720E7"/>
    <w:rsid w:val="005722BB"/>
    <w:rsid w:val="005736B7"/>
    <w:rsid w:val="00573F0C"/>
    <w:rsid w:val="00575E5A"/>
    <w:rsid w:val="005826FB"/>
    <w:rsid w:val="00584E2A"/>
    <w:rsid w:val="00596C7E"/>
    <w:rsid w:val="005A5F24"/>
    <w:rsid w:val="005A64E9"/>
    <w:rsid w:val="005B5EE9"/>
    <w:rsid w:val="005C663F"/>
    <w:rsid w:val="005E097B"/>
    <w:rsid w:val="006104F6"/>
    <w:rsid w:val="0061068E"/>
    <w:rsid w:val="00612B00"/>
    <w:rsid w:val="006305A7"/>
    <w:rsid w:val="00630DC6"/>
    <w:rsid w:val="0065530C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3645D"/>
    <w:rsid w:val="00743525"/>
    <w:rsid w:val="007531A0"/>
    <w:rsid w:val="00753DC9"/>
    <w:rsid w:val="0076286B"/>
    <w:rsid w:val="00764595"/>
    <w:rsid w:val="00766846"/>
    <w:rsid w:val="0077673A"/>
    <w:rsid w:val="00781DE9"/>
    <w:rsid w:val="007846E1"/>
    <w:rsid w:val="007A0EFE"/>
    <w:rsid w:val="007B570C"/>
    <w:rsid w:val="007E4A6E"/>
    <w:rsid w:val="007F56A7"/>
    <w:rsid w:val="007F626E"/>
    <w:rsid w:val="0080097A"/>
    <w:rsid w:val="00807DD0"/>
    <w:rsid w:val="00813F11"/>
    <w:rsid w:val="00840FB0"/>
    <w:rsid w:val="00842C9B"/>
    <w:rsid w:val="00857771"/>
    <w:rsid w:val="008642F7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4552"/>
    <w:rsid w:val="009678B7"/>
    <w:rsid w:val="00982411"/>
    <w:rsid w:val="009925D2"/>
    <w:rsid w:val="00992D9C"/>
    <w:rsid w:val="00996CB8"/>
    <w:rsid w:val="009A1A25"/>
    <w:rsid w:val="009A46FD"/>
    <w:rsid w:val="009A7568"/>
    <w:rsid w:val="009B2E97"/>
    <w:rsid w:val="009B3C69"/>
    <w:rsid w:val="009B72CC"/>
    <w:rsid w:val="009C7B39"/>
    <w:rsid w:val="009D069E"/>
    <w:rsid w:val="009E07F4"/>
    <w:rsid w:val="009E70B1"/>
    <w:rsid w:val="009F392E"/>
    <w:rsid w:val="00A10F58"/>
    <w:rsid w:val="00A44328"/>
    <w:rsid w:val="00A6177B"/>
    <w:rsid w:val="00A66136"/>
    <w:rsid w:val="00A943B5"/>
    <w:rsid w:val="00AA4CBB"/>
    <w:rsid w:val="00AA65FA"/>
    <w:rsid w:val="00AA7351"/>
    <w:rsid w:val="00AD056F"/>
    <w:rsid w:val="00AD2773"/>
    <w:rsid w:val="00AD6731"/>
    <w:rsid w:val="00AD7CD4"/>
    <w:rsid w:val="00AE1DDE"/>
    <w:rsid w:val="00AF60FA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7604"/>
    <w:rsid w:val="00C727E5"/>
    <w:rsid w:val="00C8207D"/>
    <w:rsid w:val="00CB7B5A"/>
    <w:rsid w:val="00CC1E2B"/>
    <w:rsid w:val="00CD1FC4"/>
    <w:rsid w:val="00CE371D"/>
    <w:rsid w:val="00CE561D"/>
    <w:rsid w:val="00D02A4D"/>
    <w:rsid w:val="00D21061"/>
    <w:rsid w:val="00D250E4"/>
    <w:rsid w:val="00D316A7"/>
    <w:rsid w:val="00D4108E"/>
    <w:rsid w:val="00D43E51"/>
    <w:rsid w:val="00D548C8"/>
    <w:rsid w:val="00D6163D"/>
    <w:rsid w:val="00D63009"/>
    <w:rsid w:val="00D72925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90E1D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A3B20"/>
    <w:rsid w:val="00FC3C36"/>
    <w:rsid w:val="00FC4B86"/>
    <w:rsid w:val="00FC6389"/>
    <w:rsid w:val="00FD2F51"/>
    <w:rsid w:val="00FE3455"/>
    <w:rsid w:val="00FE679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069E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0097A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8642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dodavatele-odberatele/technicke-pozadavky-na-vyrobky-zarizeni-a-technologie-pro-zdc/varovne-system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4562513-4C11-4AA1-8CE6-B01A0B4435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/field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12</TotalTime>
  <Pages>3</Pages>
  <Words>748</Words>
  <Characters>4416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2019-02-22T13:28:00Z</cp:lastPrinted>
  <dcterms:created xsi:type="dcterms:W3CDTF">2024-09-09T07:49:00Z</dcterms:created>
  <dcterms:modified xsi:type="dcterms:W3CDTF">2024-09-09T12:47:00Z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